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60D0F" w14:textId="77777777" w:rsidR="00ED45BD" w:rsidRDefault="00ED45BD" w:rsidP="00ED45BD">
      <w:pPr>
        <w:spacing w:after="120" w:line="240" w:lineRule="auto"/>
        <w:jc w:val="center"/>
        <w:rPr>
          <w:rFonts w:eastAsia="Calibri" w:cs="Arial"/>
          <w:b/>
          <w:sz w:val="24"/>
        </w:rPr>
      </w:pPr>
      <w:r>
        <w:rPr>
          <w:rFonts w:eastAsia="Calibri" w:cs="Arial"/>
          <w:b/>
          <w:caps/>
          <w:sz w:val="24"/>
        </w:rPr>
        <w:t xml:space="preserve">čestné prohlášení ÚČASTNÍKA </w:t>
      </w:r>
      <w:r>
        <w:rPr>
          <w:rFonts w:eastAsia="Calibri" w:cs="Arial"/>
          <w:b/>
          <w:sz w:val="24"/>
        </w:rPr>
        <w:t xml:space="preserve">K MEZINÁRODNÍM SANKCÍM </w:t>
      </w:r>
    </w:p>
    <w:p w14:paraId="213FC268" w14:textId="77777777" w:rsidR="00ED45BD" w:rsidRDefault="00ED45BD" w:rsidP="00ED45BD">
      <w:pPr>
        <w:spacing w:line="240" w:lineRule="auto"/>
        <w:jc w:val="center"/>
        <w:rPr>
          <w:rFonts w:eastAsia="Calibri" w:cs="Arial"/>
          <w:b/>
          <w:sz w:val="24"/>
        </w:rPr>
      </w:pPr>
    </w:p>
    <w:p w14:paraId="73600F3A" w14:textId="77777777" w:rsidR="00C96E88" w:rsidRDefault="00ED45BD" w:rsidP="00C96E88">
      <w:pPr>
        <w:spacing w:line="240" w:lineRule="auto"/>
        <w:ind w:left="3686" w:hanging="3686"/>
        <w:jc w:val="center"/>
        <w:rPr>
          <w:rFonts w:cs="Arial"/>
          <w:b/>
          <w:szCs w:val="20"/>
        </w:rPr>
      </w:pPr>
      <w:r w:rsidRPr="007772EA">
        <w:rPr>
          <w:rFonts w:eastAsia="Calibri" w:cs="Arial"/>
          <w:b/>
          <w:caps/>
          <w:sz w:val="24"/>
          <w:u w:val="single"/>
        </w:rPr>
        <w:t>NÁZEV veřejnÉ zakázkY:</w:t>
      </w:r>
      <w:r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bookmarkStart w:id="0" w:name="_Hlk183700722"/>
      <w:bookmarkStart w:id="1" w:name="_Hlk196465965"/>
      <w:r w:rsidR="00C96E88" w:rsidRPr="00D167E6">
        <w:rPr>
          <w:rFonts w:cs="Arial"/>
          <w:b/>
          <w:color w:val="000000" w:themeColor="text1"/>
          <w:szCs w:val="18"/>
        </w:rPr>
        <w:t>N</w:t>
      </w:r>
      <w:r w:rsidR="00C96E88" w:rsidRPr="00887E7C">
        <w:rPr>
          <w:rFonts w:cs="Arial"/>
          <w:b/>
          <w:iCs/>
        </w:rPr>
        <w:t xml:space="preserve">erezový inventář </w:t>
      </w:r>
      <w:r w:rsidR="00C96E88">
        <w:rPr>
          <w:rFonts w:cs="Arial"/>
          <w:b/>
          <w:iCs/>
        </w:rPr>
        <w:t xml:space="preserve">pro Krajskou zdravotní, a.s. – Nemocnice Teplice, </w:t>
      </w:r>
      <w:proofErr w:type="spellStart"/>
      <w:r w:rsidR="00C96E88">
        <w:rPr>
          <w:rFonts w:cs="Arial"/>
          <w:b/>
          <w:iCs/>
        </w:rPr>
        <w:t>o.z</w:t>
      </w:r>
      <w:proofErr w:type="spellEnd"/>
      <w:r w:rsidR="00C96E88">
        <w:rPr>
          <w:rFonts w:cs="Arial"/>
          <w:b/>
          <w:iCs/>
        </w:rPr>
        <w:t>.</w:t>
      </w:r>
      <w:bookmarkEnd w:id="0"/>
      <w:r w:rsidR="00C96E88">
        <w:rPr>
          <w:rFonts w:cs="Arial"/>
          <w:b/>
          <w:iCs/>
        </w:rPr>
        <w:t xml:space="preserve"> – zákrokové sály jednodenní chirurgie</w:t>
      </w:r>
      <w:bookmarkEnd w:id="1"/>
    </w:p>
    <w:p w14:paraId="0D31B096" w14:textId="47351237" w:rsidR="00ED45BD" w:rsidRDefault="00ED45BD" w:rsidP="00ED45BD">
      <w:pPr>
        <w:spacing w:line="240" w:lineRule="auto"/>
        <w:ind w:left="3686" w:hanging="3686"/>
        <w:jc w:val="both"/>
        <w:rPr>
          <w:rFonts w:cs="Arial"/>
          <w:b/>
          <w:szCs w:val="20"/>
        </w:rPr>
      </w:pPr>
    </w:p>
    <w:p w14:paraId="2611CDF9" w14:textId="0A4B0BD2" w:rsidR="00ED45BD" w:rsidRDefault="00ED45BD" w:rsidP="00ED45BD">
      <w:pPr>
        <w:spacing w:line="240" w:lineRule="auto"/>
        <w:ind w:left="-1417"/>
        <w:jc w:val="center"/>
        <w:rPr>
          <w:rFonts w:cs="Arial"/>
          <w:b/>
          <w:szCs w:val="20"/>
        </w:rPr>
      </w:pPr>
    </w:p>
    <w:p w14:paraId="14179A28" w14:textId="77777777" w:rsidR="00ED45BD" w:rsidRDefault="00ED45BD" w:rsidP="00ED45BD">
      <w:pPr>
        <w:spacing w:line="240" w:lineRule="auto"/>
        <w:jc w:val="center"/>
        <w:rPr>
          <w:rFonts w:eastAsia="Calibri" w:cs="Arial"/>
          <w:b/>
          <w:caps/>
          <w:szCs w:val="20"/>
          <w:u w:val="single"/>
        </w:rPr>
      </w:pPr>
    </w:p>
    <w:p w14:paraId="6881BC0F" w14:textId="77777777" w:rsidR="00ED45BD" w:rsidRDefault="00ED45BD" w:rsidP="00ED45BD">
      <w:pPr>
        <w:spacing w:line="240" w:lineRule="auto"/>
        <w:rPr>
          <w:rFonts w:eastAsia="Calibri" w:cs="Arial"/>
          <w:b/>
          <w:caps/>
          <w:szCs w:val="20"/>
          <w:u w:val="single"/>
        </w:rPr>
      </w:pPr>
      <w:r>
        <w:rPr>
          <w:rFonts w:eastAsia="Calibri" w:cs="Arial"/>
          <w:b/>
          <w:caps/>
          <w:szCs w:val="20"/>
          <w:u w:val="single"/>
        </w:rPr>
        <w:t>základní identifikační údaje ÚČASTNÍKA:</w:t>
      </w:r>
    </w:p>
    <w:p w14:paraId="541868E2" w14:textId="77777777" w:rsidR="00ED45BD" w:rsidRDefault="00ED45BD" w:rsidP="00ED45BD">
      <w:pPr>
        <w:spacing w:line="240" w:lineRule="auto"/>
        <w:rPr>
          <w:rFonts w:eastAsia="Calibri" w:cs="Arial"/>
          <w:b/>
          <w:caps/>
          <w:szCs w:val="20"/>
          <w:u w:val="single"/>
        </w:rPr>
      </w:pP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ED45BD" w14:paraId="1C160FC8" w14:textId="77777777" w:rsidTr="00BB7475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477C9359" w14:textId="77777777" w:rsidR="00ED45BD" w:rsidRDefault="00ED45BD" w:rsidP="00ED45BD">
            <w:pPr>
              <w:spacing w:after="60" w:line="240" w:lineRule="auto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112D90BB" w14:textId="77777777" w:rsidR="00ED45BD" w:rsidRDefault="00ED45BD" w:rsidP="00ED45BD">
            <w:pPr>
              <w:spacing w:after="60" w:line="240" w:lineRule="auto"/>
              <w:rPr>
                <w:rFonts w:eastAsia="Calibri" w:cs="Arial"/>
                <w:szCs w:val="20"/>
              </w:rPr>
            </w:pPr>
          </w:p>
        </w:tc>
      </w:tr>
      <w:tr w:rsidR="00ED45BD" w14:paraId="5FD713E2" w14:textId="77777777" w:rsidTr="00BB7475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156827D4" w14:textId="77777777" w:rsidR="00ED45BD" w:rsidRDefault="00ED45BD" w:rsidP="00ED45BD">
            <w:pPr>
              <w:spacing w:after="60" w:line="240" w:lineRule="auto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 w14:paraId="57CC9E05" w14:textId="77777777" w:rsidR="00ED45BD" w:rsidRDefault="00ED45BD" w:rsidP="00ED45BD">
            <w:pPr>
              <w:spacing w:after="60" w:line="240" w:lineRule="auto"/>
              <w:rPr>
                <w:rFonts w:eastAsia="Calibri" w:cs="Arial"/>
                <w:szCs w:val="20"/>
              </w:rPr>
            </w:pPr>
          </w:p>
        </w:tc>
      </w:tr>
      <w:tr w:rsidR="00ED45BD" w14:paraId="3F1010A1" w14:textId="77777777" w:rsidTr="00BB7475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5922BEC9" w14:textId="77777777" w:rsidR="00ED45BD" w:rsidRDefault="00ED45BD" w:rsidP="00ED45BD">
            <w:pPr>
              <w:spacing w:after="60" w:line="240" w:lineRule="auto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24FDFE43" w14:textId="77777777" w:rsidR="00ED45BD" w:rsidRDefault="00ED45BD" w:rsidP="00ED45BD">
            <w:pPr>
              <w:spacing w:after="60" w:line="240" w:lineRule="auto"/>
              <w:rPr>
                <w:rFonts w:eastAsia="Calibri" w:cs="Arial"/>
                <w:szCs w:val="20"/>
              </w:rPr>
            </w:pPr>
          </w:p>
        </w:tc>
      </w:tr>
      <w:tr w:rsidR="00ED45BD" w14:paraId="39B5295B" w14:textId="77777777" w:rsidTr="00BB7475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665AC47B" w14:textId="77777777" w:rsidR="00ED45BD" w:rsidRDefault="00ED45BD" w:rsidP="00ED45BD">
            <w:pPr>
              <w:spacing w:after="60" w:line="240" w:lineRule="auto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43309446" w14:textId="77777777" w:rsidR="00ED45BD" w:rsidRDefault="00ED45BD" w:rsidP="00ED45BD">
            <w:pPr>
              <w:spacing w:after="60" w:line="240" w:lineRule="auto"/>
              <w:rPr>
                <w:rFonts w:eastAsia="Calibri" w:cs="Arial"/>
                <w:szCs w:val="20"/>
              </w:rPr>
            </w:pPr>
          </w:p>
        </w:tc>
      </w:tr>
      <w:tr w:rsidR="00ED45BD" w14:paraId="15EE9225" w14:textId="77777777" w:rsidTr="00BB7475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76005F6C" w14:textId="77777777" w:rsidR="00ED45BD" w:rsidRDefault="00ED45BD" w:rsidP="00ED45BD">
            <w:pPr>
              <w:spacing w:after="60" w:line="240" w:lineRule="auto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0759AA80" w14:textId="77777777" w:rsidR="00ED45BD" w:rsidRDefault="00ED45BD" w:rsidP="00ED45BD">
            <w:pPr>
              <w:spacing w:after="60" w:line="240" w:lineRule="auto"/>
              <w:rPr>
                <w:rFonts w:eastAsia="Calibri" w:cs="Arial"/>
                <w:szCs w:val="20"/>
              </w:rPr>
            </w:pPr>
          </w:p>
        </w:tc>
      </w:tr>
    </w:tbl>
    <w:p w14:paraId="7C695E45" w14:textId="77777777" w:rsidR="00ED45BD" w:rsidRDefault="00ED45BD" w:rsidP="00ED45BD">
      <w:pPr>
        <w:tabs>
          <w:tab w:val="left" w:pos="567"/>
        </w:tabs>
        <w:spacing w:after="120" w:line="240" w:lineRule="auto"/>
        <w:jc w:val="both"/>
        <w:rPr>
          <w:rFonts w:eastAsia="Calibri" w:cs="Arial"/>
          <w:szCs w:val="20"/>
        </w:rPr>
      </w:pPr>
    </w:p>
    <w:p w14:paraId="71526C2F" w14:textId="77777777" w:rsidR="00ED45BD" w:rsidRDefault="00ED45BD" w:rsidP="00ED45BD">
      <w:pPr>
        <w:tabs>
          <w:tab w:val="left" w:pos="567"/>
        </w:tabs>
        <w:spacing w:after="120" w:line="240" w:lineRule="auto"/>
        <w:jc w:val="both"/>
        <w:rPr>
          <w:rFonts w:cs="Arial"/>
          <w:b/>
          <w:bCs/>
          <w:color w:val="00000A"/>
          <w:szCs w:val="20"/>
        </w:rPr>
      </w:pPr>
      <w:r>
        <w:rPr>
          <w:rFonts w:cs="Arial"/>
          <w:b/>
          <w:bCs/>
          <w:color w:val="00000A"/>
          <w:szCs w:val="20"/>
        </w:rPr>
        <w:t>Prohlašuji, že jako účastník veřejné zakázky nejsem dodavatelem ve smyslu nařízení Rady EU č. 2022/576, tj. nejsem:</w:t>
      </w:r>
    </w:p>
    <w:p w14:paraId="020D2F4E" w14:textId="77777777" w:rsidR="00ED45BD" w:rsidRDefault="00ED45BD" w:rsidP="00ED45BD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a) ruským státním příslušníkem, fyzickou či právnickou osobou, subjektem či orgánem se sídlem v Rusku,</w:t>
      </w:r>
    </w:p>
    <w:p w14:paraId="4EDC69EC" w14:textId="77777777" w:rsidR="00ED45BD" w:rsidRDefault="00ED45BD" w:rsidP="00ED45BD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8D8717A" w14:textId="77777777" w:rsidR="00ED45BD" w:rsidRDefault="00ED45BD" w:rsidP="00ED45BD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c) fyzickou nebo právnickou osobou, subjektem nebo orgánem, který jedná jménem nebo na pokyn některého ze subjektů uvedených v písmeni a) nebo b).</w:t>
      </w:r>
    </w:p>
    <w:p w14:paraId="228657FF" w14:textId="77777777" w:rsidR="00ED45BD" w:rsidRDefault="00ED45BD" w:rsidP="00ED45BD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16EAA316" w14:textId="77777777" w:rsidR="00ED45BD" w:rsidRDefault="00ED45BD" w:rsidP="00ED45BD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</w:p>
    <w:p w14:paraId="427F477A" w14:textId="77777777" w:rsidR="00ED45BD" w:rsidRDefault="00ED45BD" w:rsidP="00ED45BD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Cs w:val="20"/>
        </w:rPr>
      </w:pPr>
      <w:r>
        <w:rPr>
          <w:rFonts w:cs="Arial"/>
          <w:b/>
          <w:color w:val="00000A"/>
          <w:szCs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7E5EDE9" w14:textId="77777777" w:rsidR="00ED45BD" w:rsidRDefault="00ED45BD" w:rsidP="00ED45BD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Cs w:val="20"/>
        </w:rPr>
      </w:pPr>
      <w:r>
        <w:rPr>
          <w:rFonts w:cs="Arial"/>
          <w:b/>
          <w:color w:val="00000A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>
        <w:rPr>
          <w:rFonts w:cs="Arial"/>
          <w:b/>
          <w:color w:val="00000A"/>
          <w:szCs w:val="20"/>
          <w:vertAlign w:val="superscript"/>
        </w:rPr>
        <w:footnoteReference w:id="1"/>
      </w:r>
      <w:r>
        <w:rPr>
          <w:rFonts w:cs="Arial"/>
          <w:b/>
          <w:color w:val="00000A"/>
          <w:szCs w:val="20"/>
        </w:rPr>
        <w:t>.</w:t>
      </w:r>
    </w:p>
    <w:p w14:paraId="3AE4CE46" w14:textId="77777777" w:rsidR="00ED45BD" w:rsidRDefault="00ED45BD" w:rsidP="00ED45BD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Cs w:val="20"/>
        </w:rPr>
      </w:pPr>
    </w:p>
    <w:p w14:paraId="76CA29F8" w14:textId="77777777" w:rsidR="00ED45BD" w:rsidRDefault="00ED45BD" w:rsidP="00ED45BD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V případě změny výše uvedeného budu neprodleně zadavatele informovat.</w:t>
      </w:r>
    </w:p>
    <w:p w14:paraId="44B9076E" w14:textId="77777777" w:rsidR="00ED45BD" w:rsidRDefault="00ED45BD" w:rsidP="00ED45BD">
      <w:pPr>
        <w:snapToGrid w:val="0"/>
        <w:spacing w:after="120" w:line="240" w:lineRule="auto"/>
        <w:rPr>
          <w:rFonts w:cs="Arial"/>
          <w:i/>
          <w:szCs w:val="20"/>
          <w:u w:val="single"/>
        </w:rPr>
      </w:pPr>
    </w:p>
    <w:p w14:paraId="095ED604" w14:textId="77777777" w:rsidR="00ED45BD" w:rsidRDefault="00ED45BD" w:rsidP="00ED45BD">
      <w:pPr>
        <w:snapToGrid w:val="0"/>
        <w:spacing w:after="120" w:line="240" w:lineRule="auto"/>
        <w:rPr>
          <w:rFonts w:cs="Arial"/>
          <w:i/>
          <w:szCs w:val="20"/>
          <w:u w:val="single"/>
        </w:rPr>
      </w:pPr>
    </w:p>
    <w:p w14:paraId="1644FCC5" w14:textId="77777777" w:rsidR="00ED45BD" w:rsidRDefault="00ED45BD" w:rsidP="00ED45BD">
      <w:pPr>
        <w:snapToGrid w:val="0"/>
        <w:spacing w:after="120" w:line="240" w:lineRule="auto"/>
        <w:rPr>
          <w:rFonts w:cs="Arial"/>
          <w:i/>
          <w:szCs w:val="20"/>
          <w:u w:val="single"/>
        </w:rPr>
      </w:pPr>
    </w:p>
    <w:p w14:paraId="6FA1D693" w14:textId="77777777" w:rsidR="00ED45BD" w:rsidRDefault="00ED45BD" w:rsidP="00ED45BD">
      <w:pPr>
        <w:snapToGrid w:val="0"/>
        <w:spacing w:after="120" w:line="240" w:lineRule="auto"/>
        <w:ind w:right="-1"/>
        <w:rPr>
          <w:rFonts w:cs="Arial"/>
          <w:szCs w:val="20"/>
        </w:rPr>
      </w:pPr>
      <w:r>
        <w:rPr>
          <w:rFonts w:cs="Arial"/>
          <w:szCs w:val="20"/>
        </w:rPr>
        <w:t>V …………… dne 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……………………………………………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410973">
        <w:rPr>
          <w:rFonts w:cs="Arial"/>
          <w:szCs w:val="20"/>
        </w:rPr>
        <w:t>Jméno, podpis</w:t>
      </w:r>
    </w:p>
    <w:p w14:paraId="2EB1AA68" w14:textId="77777777" w:rsidR="00ED45BD" w:rsidRDefault="00ED45BD" w:rsidP="00ED45BD">
      <w:pPr>
        <w:spacing w:line="240" w:lineRule="auto"/>
        <w:rPr>
          <w:rFonts w:cs="Arial"/>
          <w:szCs w:val="20"/>
        </w:rPr>
      </w:pPr>
    </w:p>
    <w:p w14:paraId="70E32BEC" w14:textId="77777777" w:rsidR="00ED45BD" w:rsidRDefault="00ED45BD" w:rsidP="00ED45BD">
      <w:pPr>
        <w:spacing w:line="240" w:lineRule="auto"/>
        <w:rPr>
          <w:rFonts w:cs="Arial"/>
          <w:szCs w:val="20"/>
        </w:rPr>
      </w:pPr>
    </w:p>
    <w:p w14:paraId="59EB2BDE" w14:textId="77777777" w:rsidR="00932EB1" w:rsidRPr="00C7652B" w:rsidRDefault="00932EB1" w:rsidP="00ED45BD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sectPr w:rsidR="00932EB1" w:rsidRPr="00C7652B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530CC" w14:textId="77777777" w:rsidR="00A624F3" w:rsidRDefault="00A624F3" w:rsidP="004A044C">
      <w:pPr>
        <w:spacing w:line="240" w:lineRule="auto"/>
      </w:pPr>
      <w:r>
        <w:separator/>
      </w:r>
    </w:p>
  </w:endnote>
  <w:endnote w:type="continuationSeparator" w:id="0">
    <w:p w14:paraId="2645EA1A" w14:textId="77777777" w:rsidR="00A624F3" w:rsidRDefault="00A624F3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EB68F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597DE7C" wp14:editId="6E3F08B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43EB27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3FA12670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244C666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97DE7C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6343EB27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3FA12670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244C666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33F6F17" wp14:editId="339587D1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883B31" wp14:editId="27537E40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83BAA2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199B9ADE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0190EB1A" w14:textId="77777777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and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A883B31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3583BAA2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199B9ADE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0190EB1A" w14:textId="77777777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and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91F209C" wp14:editId="4A32E5D3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E96093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382AEC5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1BA7EE1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1F209C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74E96093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382AEC5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1BA7EE1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DA7B1BC" wp14:editId="455A4A38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3DE26C7" wp14:editId="6C82715D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E87E6" w14:textId="77777777" w:rsidR="00A624F3" w:rsidRDefault="00A624F3" w:rsidP="004A044C">
      <w:pPr>
        <w:spacing w:line="240" w:lineRule="auto"/>
      </w:pPr>
      <w:r>
        <w:separator/>
      </w:r>
    </w:p>
  </w:footnote>
  <w:footnote w:type="continuationSeparator" w:id="0">
    <w:p w14:paraId="4B300C72" w14:textId="77777777" w:rsidR="00A624F3" w:rsidRDefault="00A624F3" w:rsidP="004A044C">
      <w:pPr>
        <w:spacing w:line="240" w:lineRule="auto"/>
      </w:pPr>
      <w:r>
        <w:continuationSeparator/>
      </w:r>
    </w:p>
  </w:footnote>
  <w:footnote w:id="1">
    <w:p w14:paraId="5618FC43" w14:textId="77777777" w:rsidR="00ED45BD" w:rsidRDefault="00ED45BD" w:rsidP="00ED45BD">
      <w:pPr>
        <w:pStyle w:val="Textpoznpodarou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26A3F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098CA9B3" wp14:editId="7456EC1A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5AC8480" wp14:editId="06640170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0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C39F1"/>
    <w:rsid w:val="001E3FEB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C6686"/>
    <w:rsid w:val="00507B10"/>
    <w:rsid w:val="00540947"/>
    <w:rsid w:val="00580EDE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476D3"/>
    <w:rsid w:val="00824631"/>
    <w:rsid w:val="008650CD"/>
    <w:rsid w:val="008E311B"/>
    <w:rsid w:val="008F4FC4"/>
    <w:rsid w:val="008F6A0E"/>
    <w:rsid w:val="00932EB1"/>
    <w:rsid w:val="009876AE"/>
    <w:rsid w:val="009969EB"/>
    <w:rsid w:val="009A699B"/>
    <w:rsid w:val="00A037B7"/>
    <w:rsid w:val="00A15D6B"/>
    <w:rsid w:val="00A31EB3"/>
    <w:rsid w:val="00A624F3"/>
    <w:rsid w:val="00A77944"/>
    <w:rsid w:val="00AA676B"/>
    <w:rsid w:val="00AB233A"/>
    <w:rsid w:val="00AB3597"/>
    <w:rsid w:val="00AD01C8"/>
    <w:rsid w:val="00AF22E6"/>
    <w:rsid w:val="00B04E80"/>
    <w:rsid w:val="00B25962"/>
    <w:rsid w:val="00B34585"/>
    <w:rsid w:val="00BC0A5A"/>
    <w:rsid w:val="00C070C0"/>
    <w:rsid w:val="00C207E1"/>
    <w:rsid w:val="00C26BA0"/>
    <w:rsid w:val="00C7652B"/>
    <w:rsid w:val="00C96E88"/>
    <w:rsid w:val="00CC227C"/>
    <w:rsid w:val="00CE249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D45BD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30F1D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paragraph" w:styleId="Textpoznpodarou">
    <w:name w:val="footnote text"/>
    <w:basedOn w:val="Normln"/>
    <w:link w:val="TextpoznpodarouChar"/>
    <w:uiPriority w:val="99"/>
    <w:unhideWhenUsed/>
    <w:rsid w:val="00ED45B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D45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ED45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0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Radka Chladová</cp:lastModifiedBy>
  <cp:revision>3</cp:revision>
  <cp:lastPrinted>2025-02-20T13:28:00Z</cp:lastPrinted>
  <dcterms:created xsi:type="dcterms:W3CDTF">2025-05-21T07:03:00Z</dcterms:created>
  <dcterms:modified xsi:type="dcterms:W3CDTF">2026-02-17T14:44:00Z</dcterms:modified>
</cp:coreProperties>
</file>